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795382"/>
    <w:p w14:paraId="14B16EA9" w14:textId="6183C1DC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8372E7">
        <w:rPr>
          <w:rFonts w:ascii="Arial" w:hAnsi="Arial" w:cs="Arial"/>
          <w:b/>
          <w:szCs w:val="28"/>
          <w:u w:val="single"/>
        </w:rPr>
        <w:t>3</w:t>
      </w:r>
      <w:r w:rsidR="00F220D5">
        <w:rPr>
          <w:rFonts w:ascii="Arial" w:hAnsi="Arial" w:cs="Arial"/>
          <w:b/>
          <w:szCs w:val="28"/>
          <w:u w:val="single"/>
        </w:rPr>
        <w:t>6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1C968295" w:rsidR="00642CB4" w:rsidRDefault="00F220D5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12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 w:rsidR="0056520A">
        <w:rPr>
          <w:rFonts w:ascii="Arial" w:hAnsi="Arial" w:cs="Arial"/>
          <w:b/>
          <w:szCs w:val="28"/>
          <w:u w:val="single"/>
        </w:rPr>
        <w:t>NOVEMBRO</w:t>
      </w:r>
      <w:proofErr w:type="gramEnd"/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A75069">
        <w:rPr>
          <w:rFonts w:ascii="Arial" w:hAnsi="Arial" w:cs="Arial"/>
          <w:b/>
          <w:szCs w:val="28"/>
          <w:u w:val="single"/>
        </w:rPr>
        <w:t>5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6EECD685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9B7BBC">
        <w:rPr>
          <w:rFonts w:ascii="Arial" w:hAnsi="Arial" w:cs="Arial"/>
          <w:caps/>
          <w:szCs w:val="28"/>
        </w:rPr>
        <w:t>12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56520A">
        <w:rPr>
          <w:rFonts w:ascii="Arial" w:hAnsi="Arial" w:cs="Arial"/>
          <w:caps/>
          <w:szCs w:val="28"/>
        </w:rPr>
        <w:t>NOVEMBRO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5164D8">
        <w:rPr>
          <w:rFonts w:ascii="Arial" w:hAnsi="Arial" w:cs="Arial"/>
          <w:caps/>
          <w:szCs w:val="28"/>
        </w:rPr>
        <w:t>3</w:t>
      </w:r>
      <w:r w:rsidR="00F220D5">
        <w:rPr>
          <w:rFonts w:ascii="Arial" w:hAnsi="Arial" w:cs="Arial"/>
          <w:caps/>
          <w:szCs w:val="28"/>
        </w:rPr>
        <w:t>6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5164D8">
        <w:rPr>
          <w:rFonts w:ascii="Arial" w:hAnsi="Arial" w:cs="Arial"/>
          <w:caps/>
          <w:szCs w:val="28"/>
        </w:rPr>
        <w:t>TRIGÉSIMA</w:t>
      </w:r>
      <w:r w:rsidR="00AF5FD8">
        <w:rPr>
          <w:rFonts w:ascii="Arial" w:hAnsi="Arial" w:cs="Arial"/>
          <w:caps/>
          <w:szCs w:val="28"/>
        </w:rPr>
        <w:t xml:space="preserve"> </w:t>
      </w:r>
      <w:r w:rsidR="00F220D5">
        <w:rPr>
          <w:rFonts w:ascii="Arial" w:hAnsi="Arial" w:cs="Arial"/>
          <w:caps/>
          <w:szCs w:val="28"/>
        </w:rPr>
        <w:t>SEXTA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E244F6">
        <w:rPr>
          <w:rFonts w:ascii="Arial" w:hAnsi="Arial" w:cs="Arial"/>
          <w:caps/>
          <w:szCs w:val="28"/>
        </w:rPr>
        <w:t>5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E244F6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E244F6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E244F6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7F1648B3" w14:textId="58652245" w:rsidR="00472765" w:rsidRPr="00DB5F7F" w:rsidRDefault="00E244F6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color w:val="FFFFFF" w:themeColor="background1"/>
          <w:szCs w:val="28"/>
          <w:highlight w:val="red"/>
        </w:rPr>
        <w:t>SECRETÁRIA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</w:t>
      </w:r>
      <w:proofErr w:type="spellEnd"/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1457BD78" w14:textId="203FB01E" w:rsidR="00344984" w:rsidRDefault="00197A09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PEÇO A TODOS QUE SE LEVANTEM PARA A EXECUÇÃO DO </w:t>
      </w:r>
      <w:r w:rsidRPr="00F220D5">
        <w:rPr>
          <w:rFonts w:ascii="Arial" w:hAnsi="Arial" w:cs="Arial"/>
          <w:b/>
          <w:caps/>
          <w:szCs w:val="28"/>
        </w:rPr>
        <w:t>HINO NACIONAL BRASILEIRO</w:t>
      </w:r>
      <w:r w:rsidR="00022807" w:rsidRPr="00F220D5">
        <w:rPr>
          <w:rFonts w:ascii="Arial" w:hAnsi="Arial" w:cs="Arial"/>
          <w:b/>
          <w:caps/>
          <w:szCs w:val="28"/>
        </w:rPr>
        <w:t xml:space="preserve"> </w:t>
      </w:r>
      <w:r w:rsidR="00315DD0" w:rsidRPr="00F220D5">
        <w:rPr>
          <w:rFonts w:ascii="Arial" w:hAnsi="Arial" w:cs="Arial"/>
          <w:b/>
          <w:caps/>
          <w:szCs w:val="28"/>
        </w:rPr>
        <w:t xml:space="preserve">E </w:t>
      </w:r>
      <w:r w:rsidR="00F220D5" w:rsidRPr="00F220D5">
        <w:rPr>
          <w:rFonts w:ascii="Arial" w:hAnsi="Arial" w:cs="Arial"/>
          <w:b/>
          <w:caps/>
          <w:szCs w:val="28"/>
        </w:rPr>
        <w:t>DO HINO DA Proclamação da República</w:t>
      </w:r>
      <w:r w:rsidR="00F220D5" w:rsidRPr="00F220D5">
        <w:rPr>
          <w:rFonts w:ascii="Arial" w:hAnsi="Arial" w:cs="Arial"/>
          <w:caps/>
          <w:szCs w:val="28"/>
        </w:rPr>
        <w:t xml:space="preserve"> </w:t>
      </w:r>
      <w:r w:rsidR="00F220D5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>UE, APÓS A EXECUÇÃO DO</w:t>
      </w:r>
      <w:r w:rsidR="00F220D5">
        <w:rPr>
          <w:rFonts w:ascii="Arial" w:hAnsi="Arial" w:cs="Arial"/>
          <w:szCs w:val="28"/>
        </w:rPr>
        <w:t>S</w:t>
      </w:r>
      <w:r w:rsidR="004C0979" w:rsidRPr="00FC5D80">
        <w:rPr>
          <w:rFonts w:ascii="Arial" w:hAnsi="Arial" w:cs="Arial"/>
          <w:szCs w:val="28"/>
        </w:rPr>
        <w:t xml:space="preserve"> HINO</w:t>
      </w:r>
      <w:r w:rsidR="00F220D5">
        <w:rPr>
          <w:rFonts w:ascii="Arial" w:hAnsi="Arial" w:cs="Arial"/>
          <w:szCs w:val="28"/>
        </w:rPr>
        <w:t>S</w:t>
      </w:r>
      <w:r w:rsidR="004C0979" w:rsidRPr="00FC5D80">
        <w:rPr>
          <w:rFonts w:ascii="Arial" w:hAnsi="Arial" w:cs="Arial"/>
          <w:szCs w:val="28"/>
        </w:rPr>
        <w:t xml:space="preserve">, </w:t>
      </w:r>
      <w:r w:rsidR="00344984">
        <w:rPr>
          <w:rFonts w:ascii="Arial" w:hAnsi="Arial" w:cs="Arial"/>
          <w:szCs w:val="28"/>
        </w:rPr>
        <w:t>O</w:t>
      </w:r>
      <w:r w:rsidR="00A74C88">
        <w:rPr>
          <w:rFonts w:ascii="Arial" w:hAnsi="Arial" w:cs="Arial"/>
          <w:szCs w:val="28"/>
        </w:rPr>
        <w:t xml:space="preserve"> VEREADOR</w:t>
      </w:r>
      <w:r w:rsidR="00315DD0">
        <w:rPr>
          <w:rFonts w:ascii="Arial" w:hAnsi="Arial" w:cs="Arial"/>
          <w:szCs w:val="28"/>
        </w:rPr>
        <w:t xml:space="preserve"> </w:t>
      </w:r>
      <w:r w:rsidR="00F220D5">
        <w:rPr>
          <w:rFonts w:ascii="Arial" w:hAnsi="Arial" w:cs="Arial"/>
          <w:b/>
          <w:szCs w:val="28"/>
        </w:rPr>
        <w:t>MARCELO DANTAS</w:t>
      </w:r>
      <w:r w:rsidR="008372E7">
        <w:rPr>
          <w:rFonts w:ascii="Arial" w:hAnsi="Arial" w:cs="Arial"/>
          <w:b/>
          <w:szCs w:val="28"/>
        </w:rPr>
        <w:t xml:space="preserve"> </w:t>
      </w:r>
      <w:r w:rsidR="00A74C88">
        <w:rPr>
          <w:rFonts w:ascii="Arial" w:hAnsi="Arial" w:cs="Arial"/>
          <w:szCs w:val="28"/>
        </w:rPr>
        <w:t>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DDC382C" w14:textId="77777777" w:rsidR="00344984" w:rsidRDefault="00344984">
      <w:pPr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szCs w:val="28"/>
        </w:rPr>
        <w:br w:type="page"/>
      </w:r>
    </w:p>
    <w:p w14:paraId="7338C164" w14:textId="07B64988" w:rsidR="00344984" w:rsidRDefault="00344984" w:rsidP="00344984">
      <w:pPr>
        <w:rPr>
          <w:rFonts w:ascii="Arial" w:hAnsi="Arial" w:cs="Arial"/>
          <w:szCs w:val="24"/>
        </w:rPr>
      </w:pPr>
    </w:p>
    <w:p w14:paraId="36631E54" w14:textId="77777777" w:rsidR="000B2F13" w:rsidRDefault="000B2F13" w:rsidP="000B2F13">
      <w:pPr>
        <w:pStyle w:val="PargrafodaLista"/>
        <w:numPr>
          <w:ilvl w:val="0"/>
          <w:numId w:val="4"/>
        </w:numPr>
        <w:tabs>
          <w:tab w:val="left" w:pos="851"/>
        </w:tabs>
        <w:spacing w:before="24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PRESIDENTE anuncia o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ATO SOLENE:</w:t>
      </w:r>
    </w:p>
    <w:p w14:paraId="138F3F34" w14:textId="784C737C" w:rsidR="000B2F13" w:rsidRDefault="000B2F13" w:rsidP="00F220D5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SENHORES VEREADORES E TODOS AQUELES QUE NOS ASSISTEM, A PARTIR DESTE MOMENTO, PASSAREMOS AO</w:t>
      </w:r>
      <w:r w:rsidR="007203AF">
        <w:rPr>
          <w:rFonts w:ascii="Arial" w:hAnsi="Arial" w:cs="Arial"/>
          <w:color w:val="000000" w:themeColor="text1"/>
          <w:szCs w:val="24"/>
        </w:rPr>
        <w:t xml:space="preserve"> </w:t>
      </w:r>
      <w:r w:rsidR="00F220D5" w:rsidRPr="00F220D5">
        <w:rPr>
          <w:rFonts w:ascii="Arial" w:hAnsi="Arial" w:cs="Arial"/>
          <w:b/>
          <w:color w:val="000000" w:themeColor="text1"/>
          <w:szCs w:val="24"/>
        </w:rPr>
        <w:t>ATO SOLENE EM HOMENAGEM AO ATIRADOR DO TIRO DE GUERRA DE JACAREÍ, NOS TERMOS DO</w:t>
      </w:r>
      <w:r w:rsidR="00F220D5">
        <w:rPr>
          <w:rFonts w:ascii="Arial" w:hAnsi="Arial" w:cs="Arial"/>
          <w:b/>
          <w:color w:val="000000" w:themeColor="text1"/>
          <w:szCs w:val="24"/>
        </w:rPr>
        <w:t xml:space="preserve"> DECRET</w:t>
      </w:r>
      <w:r w:rsidR="00F220D5" w:rsidRPr="00F220D5">
        <w:rPr>
          <w:rFonts w:ascii="Arial" w:hAnsi="Arial" w:cs="Arial"/>
          <w:b/>
          <w:color w:val="000000" w:themeColor="text1"/>
          <w:szCs w:val="24"/>
        </w:rPr>
        <w:t>O LEGISLATIVO N</w:t>
      </w:r>
      <w:r w:rsidR="00F220D5">
        <w:rPr>
          <w:rFonts w:ascii="Arial" w:hAnsi="Arial" w:cs="Arial"/>
          <w:b/>
          <w:color w:val="000000" w:themeColor="text1"/>
          <w:szCs w:val="24"/>
        </w:rPr>
        <w:t>º</w:t>
      </w:r>
      <w:r w:rsidR="00F220D5" w:rsidRPr="00F220D5">
        <w:rPr>
          <w:rFonts w:ascii="Arial" w:hAnsi="Arial" w:cs="Arial"/>
          <w:b/>
          <w:color w:val="000000" w:themeColor="text1"/>
          <w:szCs w:val="24"/>
        </w:rPr>
        <w:t xml:space="preserve"> 292, DE 16/07/2009</w:t>
      </w:r>
      <w:r w:rsidR="00F220D5" w:rsidRPr="007203AF">
        <w:rPr>
          <w:rFonts w:ascii="Arial" w:hAnsi="Arial" w:cs="Arial"/>
          <w:color w:val="000000" w:themeColor="text1"/>
          <w:szCs w:val="24"/>
        </w:rPr>
        <w:t xml:space="preserve">. </w:t>
      </w:r>
      <w:r>
        <w:rPr>
          <w:rFonts w:ascii="Arial" w:hAnsi="Arial" w:cs="Arial"/>
          <w:color w:val="000000" w:themeColor="text1"/>
          <w:szCs w:val="24"/>
        </w:rPr>
        <w:t>ASSIM, PEÇO AO CERIMONIAL DA CASA QUE DESEMPENHE O PROTOCOLO.</w:t>
      </w:r>
    </w:p>
    <w:p w14:paraId="79787AB0" w14:textId="77777777" w:rsidR="000B2F13" w:rsidRDefault="000B2F13" w:rsidP="000B2F13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b/>
          <w:szCs w:val="24"/>
          <w:lang w:eastAsia="ko-KR"/>
        </w:rPr>
      </w:pPr>
    </w:p>
    <w:p w14:paraId="1E07B91C" w14:textId="77777777" w:rsidR="000B2F13" w:rsidRDefault="000B2F13" w:rsidP="000B2F13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>
        <w:rPr>
          <w:rFonts w:ascii="Arial" w:hAnsi="Arial" w:cs="Arial"/>
          <w:b/>
          <w:color w:val="548DD4" w:themeColor="text2" w:themeTint="99"/>
          <w:szCs w:val="24"/>
        </w:rPr>
        <w:t>desempenha suas funções protocolares.</w:t>
      </w:r>
    </w:p>
    <w:p w14:paraId="295534B9" w14:textId="77777777" w:rsidR="000B2F13" w:rsidRDefault="000B2F13" w:rsidP="000B2F13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 solenidade, 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44D476F9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A PRESENÇA DE TODOS...</w:t>
      </w:r>
    </w:p>
    <w:p w14:paraId="25E4F92A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5C377767" w14:textId="77777777" w:rsidR="000B2F13" w:rsidRDefault="000B2F13" w:rsidP="000B2F13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56EC9EA1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SUSPENDO A SESSÃO POR 10 (DEZ) MINUTOS, PARA QUE POSSAMOS FAZER AS FOTOS OFICIAIS.</w:t>
      </w:r>
    </w:p>
    <w:p w14:paraId="27F742B3" w14:textId="77777777" w:rsidR="00F220D5" w:rsidRDefault="00F220D5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0F6788AE" w14:textId="77777777" w:rsidR="0056520A" w:rsidRDefault="0056520A" w:rsidP="0056520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 solicita verificação de presença:</w:t>
      </w:r>
    </w:p>
    <w:p w14:paraId="11F3221A" w14:textId="77777777" w:rsidR="0056520A" w:rsidRDefault="0056520A" w:rsidP="0056520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RETOMANDO A SESSÃO, PEÇO À 1ª SECRETÁRIA</w:t>
      </w:r>
      <w:r>
        <w:rPr>
          <w:rFonts w:ascii="Arial" w:hAnsi="Arial" w:cs="Arial"/>
          <w:color w:val="FFFFFF" w:themeColor="background1"/>
          <w:szCs w:val="24"/>
        </w:rPr>
        <w:t xml:space="preserve"> </w:t>
      </w:r>
      <w:r>
        <w:rPr>
          <w:rFonts w:ascii="Arial" w:hAnsi="Arial" w:cs="Arial"/>
          <w:szCs w:val="24"/>
        </w:rPr>
        <w:t>QUE PROCEDA À VERIFICAÇÃO DE PRESENÇA.</w:t>
      </w:r>
    </w:p>
    <w:p w14:paraId="4E8E7C20" w14:textId="3AEADD40" w:rsidR="000B2F13" w:rsidRDefault="000B2F13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13E5BAF2" w14:textId="77777777" w:rsidR="00734D84" w:rsidRDefault="00734D84">
      <w:pPr>
        <w:rPr>
          <w:rFonts w:ascii="Arial" w:hAnsi="Arial" w:cs="Arial"/>
          <w:szCs w:val="24"/>
        </w:rPr>
      </w:pPr>
    </w:p>
    <w:p w14:paraId="2802239E" w14:textId="77777777" w:rsidR="001E2876" w:rsidRPr="003058CD" w:rsidRDefault="001E2876" w:rsidP="00734D84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22680FF4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7AE71E7D" w14:textId="0C428E00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="00E244F6">
        <w:rPr>
          <w:rFonts w:ascii="Arial" w:hAnsi="Arial" w:cs="Arial"/>
          <w:szCs w:val="24"/>
          <w:lang w:eastAsia="ko-KR"/>
        </w:rPr>
        <w:t xml:space="preserve"> À 1ª SECRETÁRIA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0F899939" w14:textId="50FA4CCE" w:rsidR="001E2876" w:rsidRPr="00326D37" w:rsidRDefault="00E244F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0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 1ª SECRETÁRIA</w:t>
      </w:r>
      <w:r w:rsidR="0076297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0"/>
    </w:p>
    <w:p w14:paraId="2CC7E445" w14:textId="77777777" w:rsidR="001E2876" w:rsidRPr="003058CD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40F8CDF" w14:textId="77777777" w:rsidR="0046394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  <w:r w:rsidR="00E5674F">
        <w:rPr>
          <w:rFonts w:ascii="Arial" w:hAnsi="Arial" w:cs="Arial"/>
          <w:caps/>
          <w:szCs w:val="24"/>
          <w:lang w:eastAsia="ko-KR"/>
        </w:rPr>
        <w:t xml:space="preserve"> </w:t>
      </w:r>
    </w:p>
    <w:p w14:paraId="0B8CE643" w14:textId="239C2B1E" w:rsidR="001E2876" w:rsidRPr="00940241" w:rsidRDefault="00281CD0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green"/>
          <w:lang w:eastAsia="ko-KR"/>
        </w:rPr>
        <w:t>PEÇO QUE AQUELES QUE DESEJEM DISCUTIR O PROJETO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,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se inscrev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am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no sistema</w:t>
      </w:r>
      <w:r>
        <w:rPr>
          <w:rFonts w:ascii="Arial" w:hAnsi="Arial" w:cs="Arial"/>
          <w:caps/>
          <w:szCs w:val="24"/>
          <w:lang w:eastAsia="ko-KR"/>
        </w:rPr>
        <w:t>.</w:t>
      </w:r>
    </w:p>
    <w:p w14:paraId="376A5ED9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"/>
    </w:p>
    <w:p w14:paraId="06C581C1" w14:textId="74C3329C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34DF2472" w14:textId="0E90276D" w:rsidR="00E5674F" w:rsidRPr="00A517E5" w:rsidRDefault="00E5674F" w:rsidP="00281CD0">
      <w:pPr>
        <w:pStyle w:val="PargrafodaLista"/>
        <w:pBdr>
          <w:top w:val="single" w:sz="4" w:space="1" w:color="auto"/>
        </w:pBdr>
        <w:spacing w:line="360" w:lineRule="auto"/>
        <w:ind w:left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7B4A86E9" w14:textId="2E5BBC59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620F7133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2"/>
    </w:p>
    <w:p w14:paraId="05769230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D2FB0E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3"/>
    </w:p>
    <w:p w14:paraId="28F603BB" w14:textId="13D85FE4" w:rsidR="001E2876" w:rsidRPr="00092897" w:rsidRDefault="001E2876" w:rsidP="00281CD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903AE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8)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7593DDA9" w:rsidR="001E2876" w:rsidRPr="00326D37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E244F6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a 1ª SECRETÁRIA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281CD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903AE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14)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643BF398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1D0BDC6" w14:textId="77777777" w:rsidR="00E5674F" w:rsidRPr="00945B9B" w:rsidRDefault="00E5674F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  <w:lang w:eastAsia="ko-KR"/>
        </w:rPr>
      </w:pPr>
      <w:r w:rsidRPr="00945B9B">
        <w:rPr>
          <w:rFonts w:ascii="Arial" w:hAnsi="Arial" w:cs="Arial"/>
          <w:b/>
          <w:szCs w:val="24"/>
          <w:lang w:eastAsia="ko-KR"/>
        </w:rPr>
        <w:t>O Presidente confere se todos votaram e informa:</w:t>
      </w:r>
    </w:p>
    <w:p w14:paraId="200D51C3" w14:textId="77777777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39684CFE" w14:textId="77777777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F17C112" w:rsidR="00734D84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D56BEE2" w14:textId="77777777" w:rsidR="00734D84" w:rsidRDefault="00734D84">
      <w:pPr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br w:type="page"/>
      </w:r>
    </w:p>
    <w:p w14:paraId="68C8EC22" w14:textId="77777777" w:rsidR="001E2876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4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517EAD11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E244F6">
        <w:rPr>
          <w:rFonts w:ascii="Arial" w:hAnsi="Arial" w:cs="Arial"/>
          <w:szCs w:val="28"/>
        </w:rPr>
        <w:t xml:space="preserve">À 1ª SECRETÁRIA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lê</w:t>
      </w:r>
      <w:proofErr w:type="spellEnd"/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56AE4D80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E40A35">
        <w:rPr>
          <w:rFonts w:ascii="Arial" w:hAnsi="Arial" w:cs="Arial"/>
          <w:szCs w:val="28"/>
          <w:highlight w:val="yellow"/>
          <w:lang w:eastAsia="ko-KR"/>
        </w:rPr>
        <w:t>a</w:t>
      </w:r>
      <w:r w:rsidR="00E244F6">
        <w:rPr>
          <w:rFonts w:ascii="Arial" w:hAnsi="Arial" w:cs="Arial"/>
          <w:szCs w:val="28"/>
          <w:highlight w:val="yellow"/>
          <w:lang w:eastAsia="ko-KR"/>
        </w:rPr>
        <w:t xml:space="preserve"> 1ª SECRETÁRIA</w:t>
      </w:r>
      <w:r w:rsidR="00E40A35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7AB00746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</w:t>
      </w:r>
      <w:r w:rsidR="00530880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903AEB">
        <w:rPr>
          <w:rFonts w:ascii="Arial" w:hAnsi="Arial" w:cs="Arial"/>
          <w:color w:val="FF0000"/>
          <w:szCs w:val="28"/>
          <w:lang w:eastAsia="ko-KR"/>
        </w:rPr>
        <w:t>15.7)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903AE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15.4)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5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2632E98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903AE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15.4)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6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5"/>
      <w:bookmarkEnd w:id="6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FF30C86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45BC72DE" w14:textId="6B23AD52" w:rsidR="00C35E91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7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8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8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903AEB">
        <w:rPr>
          <w:rFonts w:ascii="Arial" w:hAnsi="Arial" w:cs="Arial"/>
          <w:color w:val="FF0000"/>
          <w:szCs w:val="28"/>
          <w:lang w:eastAsia="ko-KR"/>
        </w:rPr>
        <w:t>16.7)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903AE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16.4)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903AE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16.4)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9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9"/>
    </w:p>
    <w:p w14:paraId="5407FEAD" w14:textId="77777777" w:rsidR="003058CD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73354B9A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5EA23759" w14:textId="77777777" w:rsidR="0028343C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0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0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05225B73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E40A35">
        <w:rPr>
          <w:rFonts w:ascii="Arial" w:hAnsi="Arial" w:cs="Arial"/>
          <w:caps/>
          <w:szCs w:val="28"/>
          <w:lang w:eastAsia="ko-KR"/>
        </w:rPr>
        <w:t>à</w:t>
      </w:r>
      <w:r w:rsidR="00E244F6">
        <w:rPr>
          <w:rFonts w:ascii="Arial" w:hAnsi="Arial" w:cs="Arial"/>
          <w:caps/>
          <w:szCs w:val="28"/>
          <w:lang w:eastAsia="ko-KR"/>
        </w:rPr>
        <w:t xml:space="preserve"> 1ª SECRETÁRIA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121AEF7F" w:rsidR="00655D82" w:rsidRPr="00FC5D80" w:rsidRDefault="00E244F6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E40A35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593042EC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C58EBA9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DC0FC1">
        <w:rPr>
          <w:rFonts w:ascii="Arial" w:hAnsi="Arial" w:cs="Arial"/>
          <w:szCs w:val="28"/>
          <w:lang w:eastAsia="ko-KR"/>
        </w:rPr>
        <w:t>À</w:t>
      </w:r>
      <w:r w:rsidR="00E244F6">
        <w:rPr>
          <w:rFonts w:ascii="Arial" w:hAnsi="Arial" w:cs="Arial"/>
          <w:szCs w:val="28"/>
          <w:lang w:eastAsia="ko-KR"/>
        </w:rPr>
        <w:t xml:space="preserve"> 1ª SECRETÁRIA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5B65981" w:rsidR="00A03804" w:rsidRPr="00FC5D80" w:rsidRDefault="00E244F6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 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</w:t>
      </w:r>
      <w:bookmarkStart w:id="11" w:name="_GoBack"/>
      <w:bookmarkEnd w:id="11"/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lista)</w:t>
      </w:r>
    </w:p>
    <w:p w14:paraId="13653D3C" w14:textId="692B299B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a </w:t>
      </w:r>
      <w:r w:rsidR="00E244F6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255380C1" w14:textId="67FE5E90" w:rsidR="00734D84" w:rsidRPr="00734D84" w:rsidRDefault="00734D84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 w:rsidRPr="00734D84">
        <w:rPr>
          <w:rFonts w:ascii="Arial" w:hAnsi="Arial" w:cs="Arial"/>
          <w:b/>
          <w:szCs w:val="28"/>
          <w:lang w:eastAsia="ko-KR"/>
        </w:rPr>
        <w:t xml:space="preserve">LEMBRO OS VEREADORES DA AUDIÊNCIA PÚBLICA DA COMISSÃO DE </w:t>
      </w:r>
      <w:r w:rsidR="00ED0273">
        <w:rPr>
          <w:rFonts w:ascii="Arial" w:hAnsi="Arial" w:cs="Arial"/>
          <w:b/>
          <w:szCs w:val="28"/>
          <w:lang w:eastAsia="ko-KR"/>
        </w:rPr>
        <w:t>OBRAS, SERVIÇOS PÚBLICOS E URBANISMO</w:t>
      </w:r>
      <w:r w:rsidRPr="00734D84">
        <w:rPr>
          <w:rFonts w:ascii="Arial" w:hAnsi="Arial" w:cs="Arial"/>
          <w:b/>
          <w:szCs w:val="28"/>
          <w:lang w:eastAsia="ko-KR"/>
        </w:rPr>
        <w:t xml:space="preserve"> A SE REALIZAR AMANHÃ, DIA </w:t>
      </w:r>
      <w:r w:rsidR="00ED0273">
        <w:rPr>
          <w:rFonts w:ascii="Arial" w:hAnsi="Arial" w:cs="Arial"/>
          <w:b/>
          <w:szCs w:val="28"/>
          <w:lang w:eastAsia="ko-KR"/>
        </w:rPr>
        <w:t>13</w:t>
      </w:r>
      <w:r w:rsidRPr="00734D84">
        <w:rPr>
          <w:rFonts w:ascii="Arial" w:hAnsi="Arial" w:cs="Arial"/>
          <w:b/>
          <w:szCs w:val="28"/>
          <w:lang w:eastAsia="ko-KR"/>
        </w:rPr>
        <w:t xml:space="preserve"> DE NOVEMBRO, ÀS 1</w:t>
      </w:r>
      <w:r w:rsidR="00ED0273">
        <w:rPr>
          <w:rFonts w:ascii="Arial" w:hAnsi="Arial" w:cs="Arial"/>
          <w:b/>
          <w:szCs w:val="28"/>
          <w:lang w:eastAsia="ko-KR"/>
        </w:rPr>
        <w:t>8</w:t>
      </w:r>
      <w:r w:rsidRPr="00734D84">
        <w:rPr>
          <w:rFonts w:ascii="Arial" w:hAnsi="Arial" w:cs="Arial"/>
          <w:b/>
          <w:szCs w:val="28"/>
          <w:lang w:eastAsia="ko-KR"/>
        </w:rPr>
        <w:t xml:space="preserve"> HORAS, NO PLENÁRIO DESTA CASA, PARA </w:t>
      </w:r>
      <w:r w:rsidR="00ED0273">
        <w:rPr>
          <w:rFonts w:ascii="Arial" w:hAnsi="Arial" w:cs="Arial"/>
          <w:b/>
          <w:szCs w:val="28"/>
          <w:lang w:eastAsia="ko-KR"/>
        </w:rPr>
        <w:t>TRATAR DO DESCARTE DE RESÍDUOS DE CONSTRUÇÃO</w:t>
      </w:r>
      <w:r w:rsidRPr="00734D84">
        <w:rPr>
          <w:rFonts w:ascii="Arial" w:hAnsi="Arial" w:cs="Arial"/>
          <w:b/>
          <w:szCs w:val="28"/>
          <w:lang w:eastAsia="ko-KR"/>
        </w:rPr>
        <w:t>.</w:t>
      </w:r>
    </w:p>
    <w:p w14:paraId="2EE2B80D" w14:textId="77777777" w:rsidR="00734D84" w:rsidRDefault="00734D84" w:rsidP="007F246A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0A919601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707EC9">
        <w:rPr>
          <w:rFonts w:ascii="Arial" w:hAnsi="Arial" w:cs="Arial"/>
          <w:szCs w:val="28"/>
          <w:lang w:eastAsia="ko-KR"/>
        </w:rPr>
        <w:t>12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734D84">
        <w:rPr>
          <w:rFonts w:ascii="Arial" w:hAnsi="Arial" w:cs="Arial"/>
          <w:szCs w:val="28"/>
          <w:lang w:eastAsia="ko-KR"/>
        </w:rPr>
        <w:t>NOVEMBRO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DC2592">
        <w:rPr>
          <w:rFonts w:ascii="Arial" w:hAnsi="Arial" w:cs="Arial"/>
          <w:szCs w:val="28"/>
          <w:lang w:eastAsia="ko-KR"/>
        </w:rPr>
        <w:t>3</w:t>
      </w:r>
      <w:r w:rsidR="00ED0273">
        <w:rPr>
          <w:rFonts w:ascii="Arial" w:hAnsi="Arial" w:cs="Arial"/>
          <w:szCs w:val="28"/>
          <w:lang w:eastAsia="ko-KR"/>
        </w:rPr>
        <w:t>6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DC2592">
        <w:rPr>
          <w:rFonts w:ascii="Arial" w:hAnsi="Arial" w:cs="Arial"/>
          <w:szCs w:val="28"/>
          <w:lang w:eastAsia="ko-KR"/>
        </w:rPr>
        <w:t>TRIGÉSIMA</w:t>
      </w:r>
      <w:r w:rsidR="008372E7">
        <w:rPr>
          <w:rFonts w:ascii="Arial" w:hAnsi="Arial" w:cs="Arial"/>
          <w:szCs w:val="28"/>
          <w:lang w:eastAsia="ko-KR"/>
        </w:rPr>
        <w:t xml:space="preserve"> </w:t>
      </w:r>
      <w:r w:rsidR="00ED0273">
        <w:rPr>
          <w:rFonts w:ascii="Arial" w:hAnsi="Arial" w:cs="Arial"/>
          <w:szCs w:val="28"/>
          <w:lang w:eastAsia="ko-KR"/>
        </w:rPr>
        <w:t>SEXTA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DC0FC1">
        <w:rPr>
          <w:rFonts w:ascii="Arial" w:hAnsi="Arial" w:cs="Arial"/>
          <w:szCs w:val="28"/>
          <w:lang w:eastAsia="ko-KR"/>
        </w:rPr>
        <w:t>5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71376ABA" w14:textId="50EC9D8F" w:rsidR="008F36E0" w:rsidRDefault="00FC5D80" w:rsidP="00945B9B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DC0FC1">
        <w:rPr>
          <w:rFonts w:ascii="Arial" w:hAnsi="Arial" w:cs="Arial"/>
          <w:szCs w:val="24"/>
        </w:rPr>
        <w:t>À</w:t>
      </w:r>
      <w:r w:rsidR="00E244F6">
        <w:rPr>
          <w:rFonts w:ascii="Arial" w:hAnsi="Arial" w:cs="Arial"/>
          <w:szCs w:val="24"/>
        </w:rPr>
        <w:t xml:space="preserve"> 1ª SECRETÁRIA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  <w:r w:rsidR="004B445F">
        <w:rPr>
          <w:rFonts w:ascii="Arial" w:hAnsi="Arial" w:cs="Arial"/>
          <w:szCs w:val="24"/>
        </w:rPr>
        <w:t xml:space="preserve"> </w:t>
      </w:r>
      <w:r w:rsidR="00DC5B2B">
        <w:rPr>
          <w:rFonts w:ascii="Arial" w:hAnsi="Arial" w:cs="Arial"/>
          <w:szCs w:val="24"/>
        </w:rPr>
        <w:t xml:space="preserve"> </w:t>
      </w:r>
    </w:p>
    <w:sectPr w:rsidR="008F36E0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09B25DE7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5164D8">
      <w:rPr>
        <w:rFonts w:ascii="Arial" w:hAnsi="Arial" w:cs="Arial"/>
        <w:b/>
        <w:sz w:val="20"/>
        <w:u w:val="single"/>
      </w:rPr>
      <w:t>3</w:t>
    </w:r>
    <w:r w:rsidR="00267ACB">
      <w:rPr>
        <w:rFonts w:ascii="Arial" w:hAnsi="Arial" w:cs="Arial"/>
        <w:b/>
        <w:sz w:val="20"/>
        <w:u w:val="single"/>
      </w:rPr>
      <w:t>6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267ACB">
      <w:rPr>
        <w:rFonts w:ascii="Arial" w:hAnsi="Arial" w:cs="Arial"/>
        <w:b/>
        <w:sz w:val="20"/>
        <w:u w:val="single"/>
      </w:rPr>
      <w:t>1</w:t>
    </w:r>
    <w:r w:rsidR="00181836">
      <w:rPr>
        <w:rFonts w:ascii="Arial" w:hAnsi="Arial" w:cs="Arial"/>
        <w:b/>
        <w:sz w:val="20"/>
        <w:u w:val="single"/>
      </w:rPr>
      <w:t>2</w:t>
    </w:r>
    <w:r w:rsidR="00D11E22">
      <w:rPr>
        <w:rFonts w:ascii="Arial" w:hAnsi="Arial" w:cs="Arial"/>
        <w:b/>
        <w:sz w:val="20"/>
        <w:u w:val="single"/>
      </w:rPr>
      <w:t>/</w:t>
    </w:r>
    <w:r w:rsidR="005164D8">
      <w:rPr>
        <w:rFonts w:ascii="Arial" w:hAnsi="Arial" w:cs="Arial"/>
        <w:b/>
        <w:sz w:val="20"/>
        <w:u w:val="single"/>
      </w:rPr>
      <w:t>1</w:t>
    </w:r>
    <w:r w:rsidR="0056520A">
      <w:rPr>
        <w:rFonts w:ascii="Arial" w:hAnsi="Arial" w:cs="Arial"/>
        <w:b/>
        <w:sz w:val="20"/>
        <w:u w:val="single"/>
      </w:rPr>
      <w:t>1</w:t>
    </w:r>
    <w:r w:rsidR="00FC215C">
      <w:rPr>
        <w:rFonts w:ascii="Arial" w:hAnsi="Arial" w:cs="Arial"/>
        <w:b/>
        <w:sz w:val="20"/>
        <w:u w:val="single"/>
      </w:rPr>
      <w:t>/202</w:t>
    </w:r>
    <w:r w:rsidR="00E244F6">
      <w:rPr>
        <w:rFonts w:ascii="Arial" w:hAnsi="Arial" w:cs="Arial"/>
        <w:b/>
        <w:sz w:val="20"/>
        <w:u w:val="single"/>
      </w:rPr>
      <w:t>5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903AEB">
      <w:rPr>
        <w:rFonts w:ascii="Arial" w:hAnsi="Arial" w:cs="Arial"/>
        <w:b/>
        <w:noProof/>
        <w:sz w:val="20"/>
        <w:u w:val="single"/>
      </w:rPr>
      <w:t>9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25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4595"/>
    <w:rsid w:val="00005218"/>
    <w:rsid w:val="00006E38"/>
    <w:rsid w:val="000077D0"/>
    <w:rsid w:val="00010575"/>
    <w:rsid w:val="000114E0"/>
    <w:rsid w:val="00011642"/>
    <w:rsid w:val="000117AD"/>
    <w:rsid w:val="00011BE4"/>
    <w:rsid w:val="0001261A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0340"/>
    <w:rsid w:val="00054480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6438"/>
    <w:rsid w:val="000978AC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2F13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6ECE"/>
    <w:rsid w:val="000D799E"/>
    <w:rsid w:val="000D7B7C"/>
    <w:rsid w:val="000D7DD3"/>
    <w:rsid w:val="000E0826"/>
    <w:rsid w:val="000E0B8F"/>
    <w:rsid w:val="000E0D23"/>
    <w:rsid w:val="000E283C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1F26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1C57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06A"/>
    <w:rsid w:val="00172C0D"/>
    <w:rsid w:val="00172E4D"/>
    <w:rsid w:val="00172E81"/>
    <w:rsid w:val="00173974"/>
    <w:rsid w:val="00175B96"/>
    <w:rsid w:val="00180135"/>
    <w:rsid w:val="001813C8"/>
    <w:rsid w:val="00181836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71C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A03"/>
    <w:rsid w:val="001A6C40"/>
    <w:rsid w:val="001A6CF4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2ABB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5AE"/>
    <w:rsid w:val="00262F5C"/>
    <w:rsid w:val="002630DD"/>
    <w:rsid w:val="002635E2"/>
    <w:rsid w:val="0026460B"/>
    <w:rsid w:val="00267AC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1CD0"/>
    <w:rsid w:val="0028343C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96C62"/>
    <w:rsid w:val="002A0E77"/>
    <w:rsid w:val="002A0ED1"/>
    <w:rsid w:val="002A12B6"/>
    <w:rsid w:val="002A15D9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25C2"/>
    <w:rsid w:val="00334549"/>
    <w:rsid w:val="00337040"/>
    <w:rsid w:val="00337B4D"/>
    <w:rsid w:val="00340832"/>
    <w:rsid w:val="00341E31"/>
    <w:rsid w:val="003429BA"/>
    <w:rsid w:val="0034330D"/>
    <w:rsid w:val="00344655"/>
    <w:rsid w:val="00344984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61B"/>
    <w:rsid w:val="00384AF4"/>
    <w:rsid w:val="00385753"/>
    <w:rsid w:val="00385CDC"/>
    <w:rsid w:val="0038712B"/>
    <w:rsid w:val="00390AC0"/>
    <w:rsid w:val="00390EF2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0CC"/>
    <w:rsid w:val="003C1127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93E"/>
    <w:rsid w:val="00462C50"/>
    <w:rsid w:val="00463946"/>
    <w:rsid w:val="00463BCC"/>
    <w:rsid w:val="00464459"/>
    <w:rsid w:val="0046559F"/>
    <w:rsid w:val="004669CE"/>
    <w:rsid w:val="0046733D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A389D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38CA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B13"/>
    <w:rsid w:val="004D6CFE"/>
    <w:rsid w:val="004E172D"/>
    <w:rsid w:val="004E17D6"/>
    <w:rsid w:val="004E2410"/>
    <w:rsid w:val="004E2D9E"/>
    <w:rsid w:val="004E46DA"/>
    <w:rsid w:val="004E4D6F"/>
    <w:rsid w:val="004E4E99"/>
    <w:rsid w:val="004E6821"/>
    <w:rsid w:val="004E732C"/>
    <w:rsid w:val="004F004D"/>
    <w:rsid w:val="004F1E47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2340"/>
    <w:rsid w:val="0051315E"/>
    <w:rsid w:val="0051398B"/>
    <w:rsid w:val="00514241"/>
    <w:rsid w:val="00514297"/>
    <w:rsid w:val="00514A5F"/>
    <w:rsid w:val="005157E5"/>
    <w:rsid w:val="00515F73"/>
    <w:rsid w:val="005164D8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3EA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4FFA"/>
    <w:rsid w:val="0056520A"/>
    <w:rsid w:val="00566258"/>
    <w:rsid w:val="00567574"/>
    <w:rsid w:val="00567879"/>
    <w:rsid w:val="00571ABA"/>
    <w:rsid w:val="005728E3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830"/>
    <w:rsid w:val="005F0CBC"/>
    <w:rsid w:val="005F1937"/>
    <w:rsid w:val="005F2754"/>
    <w:rsid w:val="005F296B"/>
    <w:rsid w:val="005F368A"/>
    <w:rsid w:val="005F3E12"/>
    <w:rsid w:val="005F46C1"/>
    <w:rsid w:val="005F4AD8"/>
    <w:rsid w:val="005F4BB3"/>
    <w:rsid w:val="00600AB0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3B0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0A96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18E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07EC9"/>
    <w:rsid w:val="00711A31"/>
    <w:rsid w:val="00714259"/>
    <w:rsid w:val="00714BFD"/>
    <w:rsid w:val="00715AB1"/>
    <w:rsid w:val="00715F74"/>
    <w:rsid w:val="00717B10"/>
    <w:rsid w:val="007203AF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D84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3EC6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3B5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382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F"/>
    <w:rsid w:val="007B7E5C"/>
    <w:rsid w:val="007C09F7"/>
    <w:rsid w:val="007C0E8C"/>
    <w:rsid w:val="007C27A6"/>
    <w:rsid w:val="007C38E3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E7DE0"/>
    <w:rsid w:val="007F1836"/>
    <w:rsid w:val="007F246A"/>
    <w:rsid w:val="007F27EB"/>
    <w:rsid w:val="007F355C"/>
    <w:rsid w:val="007F44BA"/>
    <w:rsid w:val="007F48AE"/>
    <w:rsid w:val="007F53B4"/>
    <w:rsid w:val="007F5D6A"/>
    <w:rsid w:val="007F6C3F"/>
    <w:rsid w:val="007F6E22"/>
    <w:rsid w:val="007F75CA"/>
    <w:rsid w:val="007F7BE1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60C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2E7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6975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B7BDD"/>
    <w:rsid w:val="008C39D0"/>
    <w:rsid w:val="008C4913"/>
    <w:rsid w:val="008C5F11"/>
    <w:rsid w:val="008C618F"/>
    <w:rsid w:val="008C643B"/>
    <w:rsid w:val="008C6D45"/>
    <w:rsid w:val="008D0AF3"/>
    <w:rsid w:val="008D173B"/>
    <w:rsid w:val="008D1BCA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36E0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3AEB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0AE8"/>
    <w:rsid w:val="00921D43"/>
    <w:rsid w:val="009221BE"/>
    <w:rsid w:val="00923E81"/>
    <w:rsid w:val="00924048"/>
    <w:rsid w:val="009242B1"/>
    <w:rsid w:val="009246E0"/>
    <w:rsid w:val="00924F2B"/>
    <w:rsid w:val="009262BA"/>
    <w:rsid w:val="00927FB9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36918"/>
    <w:rsid w:val="00940241"/>
    <w:rsid w:val="0094029A"/>
    <w:rsid w:val="00942101"/>
    <w:rsid w:val="00943509"/>
    <w:rsid w:val="00943ADB"/>
    <w:rsid w:val="0094595E"/>
    <w:rsid w:val="00945B9B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B7BBC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9F5A72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546E"/>
    <w:rsid w:val="00A27F88"/>
    <w:rsid w:val="00A30354"/>
    <w:rsid w:val="00A32CF7"/>
    <w:rsid w:val="00A336FF"/>
    <w:rsid w:val="00A344AC"/>
    <w:rsid w:val="00A34879"/>
    <w:rsid w:val="00A34B32"/>
    <w:rsid w:val="00A34CC5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7E5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670"/>
    <w:rsid w:val="00A70B49"/>
    <w:rsid w:val="00A71272"/>
    <w:rsid w:val="00A71736"/>
    <w:rsid w:val="00A71998"/>
    <w:rsid w:val="00A71AA2"/>
    <w:rsid w:val="00A73CE4"/>
    <w:rsid w:val="00A74C88"/>
    <w:rsid w:val="00A75069"/>
    <w:rsid w:val="00A75743"/>
    <w:rsid w:val="00A75F2E"/>
    <w:rsid w:val="00A762D5"/>
    <w:rsid w:val="00A77ACF"/>
    <w:rsid w:val="00A77C24"/>
    <w:rsid w:val="00A77D44"/>
    <w:rsid w:val="00A8179E"/>
    <w:rsid w:val="00A823AC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5FE"/>
    <w:rsid w:val="00AC7E65"/>
    <w:rsid w:val="00AD0F88"/>
    <w:rsid w:val="00AD235D"/>
    <w:rsid w:val="00AD3968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5FD8"/>
    <w:rsid w:val="00AF69E4"/>
    <w:rsid w:val="00B0049D"/>
    <w:rsid w:val="00B00633"/>
    <w:rsid w:val="00B01D55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9C8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54DE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3521"/>
    <w:rsid w:val="00BB3A25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DC2"/>
    <w:rsid w:val="00BD0F92"/>
    <w:rsid w:val="00BD18C8"/>
    <w:rsid w:val="00BD1BAA"/>
    <w:rsid w:val="00BD1C41"/>
    <w:rsid w:val="00BD23BD"/>
    <w:rsid w:val="00BD34B4"/>
    <w:rsid w:val="00BD3C47"/>
    <w:rsid w:val="00BD3F72"/>
    <w:rsid w:val="00BD443B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0F71"/>
    <w:rsid w:val="00BF1668"/>
    <w:rsid w:val="00BF1821"/>
    <w:rsid w:val="00BF2F8D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4EE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1D0"/>
    <w:rsid w:val="00C23633"/>
    <w:rsid w:val="00C24140"/>
    <w:rsid w:val="00C248A1"/>
    <w:rsid w:val="00C259B2"/>
    <w:rsid w:val="00C279C5"/>
    <w:rsid w:val="00C3265B"/>
    <w:rsid w:val="00C33E63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A4A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1644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04E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67547"/>
    <w:rsid w:val="00D7009C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592"/>
    <w:rsid w:val="00DC2C50"/>
    <w:rsid w:val="00DC3BE6"/>
    <w:rsid w:val="00DC52BE"/>
    <w:rsid w:val="00DC5B2B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570D"/>
    <w:rsid w:val="00E26058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3742C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0A47"/>
    <w:rsid w:val="00E51B28"/>
    <w:rsid w:val="00E53063"/>
    <w:rsid w:val="00E538B8"/>
    <w:rsid w:val="00E53ED1"/>
    <w:rsid w:val="00E54DD9"/>
    <w:rsid w:val="00E5595D"/>
    <w:rsid w:val="00E56115"/>
    <w:rsid w:val="00E5674F"/>
    <w:rsid w:val="00E57B6A"/>
    <w:rsid w:val="00E603C2"/>
    <w:rsid w:val="00E606F5"/>
    <w:rsid w:val="00E61158"/>
    <w:rsid w:val="00E62DB4"/>
    <w:rsid w:val="00E632AD"/>
    <w:rsid w:val="00E63735"/>
    <w:rsid w:val="00E63DFA"/>
    <w:rsid w:val="00E65220"/>
    <w:rsid w:val="00E65B84"/>
    <w:rsid w:val="00E66072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1B1"/>
    <w:rsid w:val="00EC6379"/>
    <w:rsid w:val="00EC6C18"/>
    <w:rsid w:val="00EC6FAA"/>
    <w:rsid w:val="00ED0273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2E7A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0D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358D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5D6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5633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46E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893D5-49A3-4C22-BAE0-CDC4503FD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575</TotalTime>
  <Pages>9</Pages>
  <Words>1399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192</cp:revision>
  <cp:lastPrinted>2025-11-11T17:25:00Z</cp:lastPrinted>
  <dcterms:created xsi:type="dcterms:W3CDTF">2024-10-15T16:10:00Z</dcterms:created>
  <dcterms:modified xsi:type="dcterms:W3CDTF">2025-11-11T17:25:00Z</dcterms:modified>
</cp:coreProperties>
</file>